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8704F-627A-4351-8A4A-C035A0E60E26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